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BE098E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BE098E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BE098E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BE098E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25072A" w:rsidRDefault="00EA0814" w:rsidP="00BE098E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vybudování bezbariérového bytu na BD č. p. 2060</w:t>
            </w:r>
            <w:bookmarkStart w:id="0" w:name="_GoBack"/>
            <w:bookmarkEnd w:id="0"/>
          </w:p>
        </w:tc>
      </w:tr>
      <w:tr w:rsidR="00F928D8" w:rsidRPr="003D1519" w:rsidTr="00BE098E">
        <w:trPr>
          <w:trHeight w:val="290"/>
        </w:trPr>
        <w:tc>
          <w:tcPr>
            <w:tcW w:w="145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BE098E">
        <w:trPr>
          <w:trHeight w:hRule="exact" w:val="2835"/>
        </w:trPr>
        <w:tc>
          <w:tcPr>
            <w:tcW w:w="9555" w:type="dxa"/>
            <w:shd w:val="clear" w:color="auto" w:fill="FFFFFF" w:themeFill="background1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BE098E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BE098E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BE098E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BE098E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BE098E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BE098E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BE098E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9118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966B92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966B92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554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A6A5B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C7BF5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27A8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54BD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C6CE9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6B92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9F7492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3455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3D1F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098E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CDA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55365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0814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497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35DD9835</Template>
  <TotalTime>28</TotalTime>
  <Pages>1</Pages>
  <Words>141</Words>
  <Characters>838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34</cp:revision>
  <cp:lastPrinted>2021-05-24T06:24:00Z</cp:lastPrinted>
  <dcterms:created xsi:type="dcterms:W3CDTF">2019-09-19T08:40:00Z</dcterms:created>
  <dcterms:modified xsi:type="dcterms:W3CDTF">2025-01-22T14:16:00Z</dcterms:modified>
</cp:coreProperties>
</file>